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4B7CB3" w:rsidP="001A1146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39929D9" wp14:editId="75E72EB0">
                <wp:simplePos x="0" y="0"/>
                <wp:positionH relativeFrom="column">
                  <wp:posOffset>-766445</wp:posOffset>
                </wp:positionH>
                <wp:positionV relativeFrom="paragraph">
                  <wp:posOffset>433705</wp:posOffset>
                </wp:positionV>
                <wp:extent cx="1828800" cy="2428875"/>
                <wp:effectExtent l="0" t="0" r="19050" b="2857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style="position:absolute;margin-left:-60.35pt;margin-top:34.15pt;width:2in;height:191.2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" filled="f" strokecolor="black [3213]" strokeweight="2pt"/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D46DAB5" wp14:editId="32413316">
                <wp:simplePos x="0" y="0"/>
                <wp:positionH relativeFrom="column">
                  <wp:posOffset>4634230</wp:posOffset>
                </wp:positionH>
                <wp:positionV relativeFrom="paragraph">
                  <wp:posOffset>519430</wp:posOffset>
                </wp:positionV>
                <wp:extent cx="1828800" cy="2428875"/>
                <wp:effectExtent l="0" t="0" r="19050" b="285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style="position:absolute;margin-left:364.9pt;margin-top:40.9pt;width:2in;height:191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" filled="f" strokecolor="black [3213]" strokeweight="2pt"/>
            </w:pict>
          </mc:Fallback>
        </mc:AlternateContent>
      </w:r>
      <w:r w:rsidR="008C6A5E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Pommes</w:t>
      </w:r>
      <w:bookmarkStart w:id="0" w:name="_GoBack"/>
      <w:bookmarkEnd w:id="0"/>
    </w:p>
    <w:p w:rsidR="001A1146" w:rsidRDefault="004B7CB3" w:rsidP="001A1146"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51AAF6" wp14:editId="7A185C48">
                <wp:simplePos x="0" y="0"/>
                <wp:positionH relativeFrom="column">
                  <wp:posOffset>1929130</wp:posOffset>
                </wp:positionH>
                <wp:positionV relativeFrom="paragraph">
                  <wp:posOffset>-635</wp:posOffset>
                </wp:positionV>
                <wp:extent cx="1828800" cy="2428875"/>
                <wp:effectExtent l="0" t="0" r="19050" b="285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style="position:absolute;margin-left:151.9pt;margin-top:-.05pt;width:2in;height:191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" filled="f" strokecolor="black [3213]" strokeweight="2pt"/>
            </w:pict>
          </mc:Fallback>
        </mc:AlternateContent>
      </w:r>
    </w:p>
    <w:p w:rsidR="001A1146" w:rsidRDefault="001A1146" w:rsidP="001A1146"/>
    <w:p w:rsidR="001A1146" w:rsidRDefault="001A1146" w:rsidP="001A1146"/>
    <w:p w:rsidR="001A1146" w:rsidRDefault="001A1146" w:rsidP="001A1146"/>
    <w:p w:rsidR="001A1146" w:rsidRPr="001A1146" w:rsidRDefault="004B7CB3" w:rsidP="001A1146"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6B7CDFD" wp14:editId="4466381B">
                <wp:simplePos x="0" y="0"/>
                <wp:positionH relativeFrom="column">
                  <wp:posOffset>2195830</wp:posOffset>
                </wp:positionH>
                <wp:positionV relativeFrom="paragraph">
                  <wp:posOffset>1909445</wp:posOffset>
                </wp:positionV>
                <wp:extent cx="1828800" cy="2428875"/>
                <wp:effectExtent l="0" t="0" r="19050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style="position:absolute;margin-left:172.9pt;margin-top:150.35pt;width:2in;height:191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" filled="f" strokecolor="black [3213]" strokeweight="2pt"/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92E992" wp14:editId="6D17425B">
                <wp:simplePos x="0" y="0"/>
                <wp:positionH relativeFrom="column">
                  <wp:posOffset>-709295</wp:posOffset>
                </wp:positionH>
                <wp:positionV relativeFrom="paragraph">
                  <wp:posOffset>1604645</wp:posOffset>
                </wp:positionV>
                <wp:extent cx="1828800" cy="2428875"/>
                <wp:effectExtent l="0" t="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style="position:absolute;margin-left:-55.85pt;margin-top:126.35pt;width:2in;height:191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" filled="f" strokecolor="black [3213]" strokeweight="2pt"/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0597F5E" wp14:editId="7477F89C">
                <wp:simplePos x="0" y="0"/>
                <wp:positionH relativeFrom="column">
                  <wp:posOffset>4567555</wp:posOffset>
                </wp:positionH>
                <wp:positionV relativeFrom="paragraph">
                  <wp:posOffset>1728470</wp:posOffset>
                </wp:positionV>
                <wp:extent cx="1828800" cy="2428875"/>
                <wp:effectExtent l="0" t="0" r="19050" b="285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style="position:absolute;margin-left:359.65pt;margin-top:136.1pt;width:2in;height:191.2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" filled="f" strokecolor="black [3213]" strokeweight="2pt"/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2F48DFF" wp14:editId="7AF819BE">
                <wp:simplePos x="0" y="0"/>
                <wp:positionH relativeFrom="column">
                  <wp:posOffset>-585470</wp:posOffset>
                </wp:positionH>
                <wp:positionV relativeFrom="paragraph">
                  <wp:posOffset>4509770</wp:posOffset>
                </wp:positionV>
                <wp:extent cx="1828800" cy="2428875"/>
                <wp:effectExtent l="0" t="0" r="19050" b="285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style="position:absolute;margin-left:-46.1pt;margin-top:355.1pt;width:2in;height:191.2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" filled="f" strokecolor="black [3213]" strokeweight="2pt"/>
            </w:pict>
          </mc:Fallback>
        </mc:AlternateContent>
      </w:r>
      <w:r w:rsidR="001A1146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6CEFCC6" wp14:editId="0DC41AFD">
                <wp:simplePos x="0" y="0"/>
                <wp:positionH relativeFrom="column">
                  <wp:posOffset>4719955</wp:posOffset>
                </wp:positionH>
                <wp:positionV relativeFrom="paragraph">
                  <wp:posOffset>4624070</wp:posOffset>
                </wp:positionV>
                <wp:extent cx="1828800" cy="2428875"/>
                <wp:effectExtent l="0" t="0" r="19050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6" style="position:absolute;margin-left:371.65pt;margin-top:364.1pt;width:2in;height:191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" filled="f" strokecolor="black [3213]" strokeweight="2pt"/>
            </w:pict>
          </mc:Fallback>
        </mc:AlternateContent>
      </w:r>
      <w:r w:rsidR="001A1146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1E35346" wp14:editId="68FE8A1B">
                <wp:simplePos x="0" y="0"/>
                <wp:positionH relativeFrom="column">
                  <wp:posOffset>2195830</wp:posOffset>
                </wp:positionH>
                <wp:positionV relativeFrom="paragraph">
                  <wp:posOffset>4700270</wp:posOffset>
                </wp:positionV>
                <wp:extent cx="1828800" cy="2428875"/>
                <wp:effectExtent l="0" t="0" r="19050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26" style="position:absolute;margin-left:172.9pt;margin-top:370.1pt;width:2in;height:191.2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" filled="f" strokecolor="black [3213]" strokeweight="2pt"/>
            </w:pict>
          </mc:Fallback>
        </mc:AlternateContent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56544" behindDoc="1" locked="0" layoutInCell="1" allowOverlap="1" wp14:anchorId="4F39F41C" wp14:editId="7D56C4D6">
            <wp:simplePos x="0" y="0"/>
            <wp:positionH relativeFrom="column">
              <wp:posOffset>5501005</wp:posOffset>
            </wp:positionH>
            <wp:positionV relativeFrom="paragraph">
              <wp:posOffset>6302375</wp:posOffset>
            </wp:positionV>
            <wp:extent cx="638175" cy="636270"/>
            <wp:effectExtent l="0" t="0" r="9525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58592" behindDoc="1" locked="0" layoutInCell="1" allowOverlap="1" wp14:anchorId="5C3D4D3E" wp14:editId="36C91BF1">
            <wp:simplePos x="0" y="0"/>
            <wp:positionH relativeFrom="column">
              <wp:posOffset>5062855</wp:posOffset>
            </wp:positionH>
            <wp:positionV relativeFrom="paragraph">
              <wp:posOffset>6005195</wp:posOffset>
            </wp:positionV>
            <wp:extent cx="638175" cy="636270"/>
            <wp:effectExtent l="0" t="0" r="9525" b="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60640" behindDoc="1" locked="0" layoutInCell="1" allowOverlap="1" wp14:anchorId="5C41ACEA" wp14:editId="5E9367F8">
            <wp:simplePos x="0" y="0"/>
            <wp:positionH relativeFrom="column">
              <wp:posOffset>5491480</wp:posOffset>
            </wp:positionH>
            <wp:positionV relativeFrom="paragraph">
              <wp:posOffset>5795645</wp:posOffset>
            </wp:positionV>
            <wp:extent cx="638175" cy="636270"/>
            <wp:effectExtent l="0" t="0" r="9525" b="0"/>
            <wp:wrapNone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62688" behindDoc="1" locked="0" layoutInCell="1" allowOverlap="1" wp14:anchorId="58088290" wp14:editId="5985B69D">
            <wp:simplePos x="0" y="0"/>
            <wp:positionH relativeFrom="column">
              <wp:posOffset>4948555</wp:posOffset>
            </wp:positionH>
            <wp:positionV relativeFrom="paragraph">
              <wp:posOffset>5643245</wp:posOffset>
            </wp:positionV>
            <wp:extent cx="638175" cy="636270"/>
            <wp:effectExtent l="0" t="0" r="9525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46304" behindDoc="1" locked="0" layoutInCell="1" allowOverlap="1" wp14:anchorId="508AAF04" wp14:editId="73691533">
            <wp:simplePos x="0" y="0"/>
            <wp:positionH relativeFrom="column">
              <wp:posOffset>5501005</wp:posOffset>
            </wp:positionH>
            <wp:positionV relativeFrom="paragraph">
              <wp:posOffset>5452745</wp:posOffset>
            </wp:positionV>
            <wp:extent cx="638175" cy="636270"/>
            <wp:effectExtent l="0" t="0" r="9525" b="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48352" behindDoc="1" locked="0" layoutInCell="1" allowOverlap="1" wp14:anchorId="5E89A53E" wp14:editId="619535E1">
            <wp:simplePos x="0" y="0"/>
            <wp:positionH relativeFrom="column">
              <wp:posOffset>5081905</wp:posOffset>
            </wp:positionH>
            <wp:positionV relativeFrom="paragraph">
              <wp:posOffset>5187950</wp:posOffset>
            </wp:positionV>
            <wp:extent cx="638175" cy="636270"/>
            <wp:effectExtent l="0" t="0" r="9525" b="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50400" behindDoc="1" locked="0" layoutInCell="1" allowOverlap="1" wp14:anchorId="3440EA55" wp14:editId="396A8071">
            <wp:simplePos x="0" y="0"/>
            <wp:positionH relativeFrom="column">
              <wp:posOffset>5434330</wp:posOffset>
            </wp:positionH>
            <wp:positionV relativeFrom="paragraph">
              <wp:posOffset>5109845</wp:posOffset>
            </wp:positionV>
            <wp:extent cx="638175" cy="636270"/>
            <wp:effectExtent l="0" t="0" r="9525" b="0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52448" behindDoc="1" locked="0" layoutInCell="1" allowOverlap="1" wp14:anchorId="45CE466B" wp14:editId="157048C5">
            <wp:simplePos x="0" y="0"/>
            <wp:positionH relativeFrom="column">
              <wp:posOffset>5167630</wp:posOffset>
            </wp:positionH>
            <wp:positionV relativeFrom="paragraph">
              <wp:posOffset>4814570</wp:posOffset>
            </wp:positionV>
            <wp:extent cx="638175" cy="636270"/>
            <wp:effectExtent l="0" t="0" r="9525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54496" behindDoc="1" locked="0" layoutInCell="1" allowOverlap="1" wp14:anchorId="0FA47580" wp14:editId="333C715D">
            <wp:simplePos x="0" y="0"/>
            <wp:positionH relativeFrom="column">
              <wp:posOffset>5501005</wp:posOffset>
            </wp:positionH>
            <wp:positionV relativeFrom="paragraph">
              <wp:posOffset>4700270</wp:posOffset>
            </wp:positionV>
            <wp:extent cx="638175" cy="636270"/>
            <wp:effectExtent l="0" t="0" r="9525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31968" behindDoc="1" locked="0" layoutInCell="1" allowOverlap="1" wp14:anchorId="30D5C9AA" wp14:editId="14A6402C">
            <wp:simplePos x="0" y="0"/>
            <wp:positionH relativeFrom="column">
              <wp:posOffset>2691130</wp:posOffset>
            </wp:positionH>
            <wp:positionV relativeFrom="paragraph">
              <wp:posOffset>6281420</wp:posOffset>
            </wp:positionV>
            <wp:extent cx="638175" cy="636270"/>
            <wp:effectExtent l="0" t="0" r="9525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27872" behindDoc="1" locked="0" layoutInCell="1" allowOverlap="1" wp14:anchorId="48F8A16A" wp14:editId="055539A7">
            <wp:simplePos x="0" y="0"/>
            <wp:positionH relativeFrom="column">
              <wp:posOffset>2481580</wp:posOffset>
            </wp:positionH>
            <wp:positionV relativeFrom="paragraph">
              <wp:posOffset>5281295</wp:posOffset>
            </wp:positionV>
            <wp:extent cx="638175" cy="636270"/>
            <wp:effectExtent l="0" t="0" r="9525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23776" behindDoc="1" locked="0" layoutInCell="1" allowOverlap="1" wp14:anchorId="31915C7D" wp14:editId="3095F051">
            <wp:simplePos x="0" y="0"/>
            <wp:positionH relativeFrom="column">
              <wp:posOffset>2319655</wp:posOffset>
            </wp:positionH>
            <wp:positionV relativeFrom="paragraph">
              <wp:posOffset>4747895</wp:posOffset>
            </wp:positionV>
            <wp:extent cx="638175" cy="636270"/>
            <wp:effectExtent l="0" t="0" r="9525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44256" behindDoc="1" locked="0" layoutInCell="1" allowOverlap="1" wp14:anchorId="03312327" wp14:editId="0F1E4CD6">
            <wp:simplePos x="0" y="0"/>
            <wp:positionH relativeFrom="column">
              <wp:posOffset>2376805</wp:posOffset>
            </wp:positionH>
            <wp:positionV relativeFrom="paragraph">
              <wp:posOffset>5824220</wp:posOffset>
            </wp:positionV>
            <wp:extent cx="638175" cy="636270"/>
            <wp:effectExtent l="0" t="0" r="9525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42208" behindDoc="1" locked="0" layoutInCell="1" allowOverlap="1" wp14:anchorId="18767408" wp14:editId="134E0990">
            <wp:simplePos x="0" y="0"/>
            <wp:positionH relativeFrom="column">
              <wp:posOffset>3329305</wp:posOffset>
            </wp:positionH>
            <wp:positionV relativeFrom="paragraph">
              <wp:posOffset>5109845</wp:posOffset>
            </wp:positionV>
            <wp:extent cx="638175" cy="636270"/>
            <wp:effectExtent l="0" t="0" r="9525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40160" behindDoc="1" locked="0" layoutInCell="1" allowOverlap="1" wp14:anchorId="33D184B2" wp14:editId="07DC8107">
            <wp:simplePos x="0" y="0"/>
            <wp:positionH relativeFrom="column">
              <wp:posOffset>2957830</wp:posOffset>
            </wp:positionH>
            <wp:positionV relativeFrom="paragraph">
              <wp:posOffset>4816475</wp:posOffset>
            </wp:positionV>
            <wp:extent cx="638175" cy="636270"/>
            <wp:effectExtent l="0" t="0" r="9525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25824" behindDoc="1" locked="0" layoutInCell="1" allowOverlap="1" wp14:anchorId="314E8D49" wp14:editId="2D8EF5A6">
            <wp:simplePos x="0" y="0"/>
            <wp:positionH relativeFrom="column">
              <wp:posOffset>2691130</wp:posOffset>
            </wp:positionH>
            <wp:positionV relativeFrom="paragraph">
              <wp:posOffset>5338445</wp:posOffset>
            </wp:positionV>
            <wp:extent cx="638175" cy="636270"/>
            <wp:effectExtent l="0" t="0" r="9525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29920" behindDoc="1" locked="0" layoutInCell="1" allowOverlap="1" wp14:anchorId="6072A9C2" wp14:editId="29E76A1E">
            <wp:simplePos x="0" y="0"/>
            <wp:positionH relativeFrom="column">
              <wp:posOffset>2995930</wp:posOffset>
            </wp:positionH>
            <wp:positionV relativeFrom="paragraph">
              <wp:posOffset>5643245</wp:posOffset>
            </wp:positionV>
            <wp:extent cx="638175" cy="636270"/>
            <wp:effectExtent l="0" t="0" r="9525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38112" behindDoc="1" locked="0" layoutInCell="1" allowOverlap="1" wp14:anchorId="2DDED74B" wp14:editId="58F61C48">
            <wp:simplePos x="0" y="0"/>
            <wp:positionH relativeFrom="column">
              <wp:posOffset>5472430</wp:posOffset>
            </wp:positionH>
            <wp:positionV relativeFrom="paragraph">
              <wp:posOffset>9729470</wp:posOffset>
            </wp:positionV>
            <wp:extent cx="638175" cy="636270"/>
            <wp:effectExtent l="0" t="0" r="9525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36064" behindDoc="1" locked="0" layoutInCell="1" allowOverlap="1" wp14:anchorId="74A7CD4C" wp14:editId="647BBFF6">
            <wp:simplePos x="0" y="0"/>
            <wp:positionH relativeFrom="column">
              <wp:posOffset>5320030</wp:posOffset>
            </wp:positionH>
            <wp:positionV relativeFrom="paragraph">
              <wp:posOffset>9577070</wp:posOffset>
            </wp:positionV>
            <wp:extent cx="638175" cy="636270"/>
            <wp:effectExtent l="0" t="0" r="9525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34016" behindDoc="1" locked="0" layoutInCell="1" allowOverlap="1" wp14:anchorId="7A803B06" wp14:editId="24653C48">
            <wp:simplePos x="0" y="0"/>
            <wp:positionH relativeFrom="column">
              <wp:posOffset>5167630</wp:posOffset>
            </wp:positionH>
            <wp:positionV relativeFrom="paragraph">
              <wp:posOffset>9424670</wp:posOffset>
            </wp:positionV>
            <wp:extent cx="638175" cy="636270"/>
            <wp:effectExtent l="0" t="0" r="9525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19680" behindDoc="1" locked="0" layoutInCell="1" allowOverlap="1" wp14:anchorId="5AC66D99" wp14:editId="09675F73">
            <wp:simplePos x="0" y="0"/>
            <wp:positionH relativeFrom="column">
              <wp:posOffset>-442595</wp:posOffset>
            </wp:positionH>
            <wp:positionV relativeFrom="paragraph">
              <wp:posOffset>5797550</wp:posOffset>
            </wp:positionV>
            <wp:extent cx="638175" cy="636270"/>
            <wp:effectExtent l="0" t="0" r="9525" b="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21728" behindDoc="1" locked="0" layoutInCell="1" allowOverlap="1" wp14:anchorId="5DC58296" wp14:editId="7D2F9D17">
            <wp:simplePos x="0" y="0"/>
            <wp:positionH relativeFrom="column">
              <wp:posOffset>-23495</wp:posOffset>
            </wp:positionH>
            <wp:positionV relativeFrom="paragraph">
              <wp:posOffset>5797550</wp:posOffset>
            </wp:positionV>
            <wp:extent cx="638175" cy="636270"/>
            <wp:effectExtent l="0" t="0" r="9525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09440" behindDoc="1" locked="0" layoutInCell="1" allowOverlap="1" wp14:anchorId="26AA6B13" wp14:editId="72DA8B25">
            <wp:simplePos x="0" y="0"/>
            <wp:positionH relativeFrom="column">
              <wp:posOffset>424180</wp:posOffset>
            </wp:positionH>
            <wp:positionV relativeFrom="paragraph">
              <wp:posOffset>5538470</wp:posOffset>
            </wp:positionV>
            <wp:extent cx="638175" cy="636270"/>
            <wp:effectExtent l="0" t="0" r="9525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11488" behindDoc="1" locked="0" layoutInCell="1" allowOverlap="1" wp14:anchorId="45190313" wp14:editId="6B97DAAC">
            <wp:simplePos x="0" y="0"/>
            <wp:positionH relativeFrom="column">
              <wp:posOffset>-213995</wp:posOffset>
            </wp:positionH>
            <wp:positionV relativeFrom="paragraph">
              <wp:posOffset>5368925</wp:posOffset>
            </wp:positionV>
            <wp:extent cx="638175" cy="636270"/>
            <wp:effectExtent l="0" t="0" r="9525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13536" behindDoc="1" locked="0" layoutInCell="1" allowOverlap="1" wp14:anchorId="3BACF278" wp14:editId="74DEB457">
            <wp:simplePos x="0" y="0"/>
            <wp:positionH relativeFrom="column">
              <wp:posOffset>309880</wp:posOffset>
            </wp:positionH>
            <wp:positionV relativeFrom="paragraph">
              <wp:posOffset>4728845</wp:posOffset>
            </wp:positionV>
            <wp:extent cx="638175" cy="636270"/>
            <wp:effectExtent l="0" t="0" r="9525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15584" behindDoc="1" locked="0" layoutInCell="1" allowOverlap="1" wp14:anchorId="1EB96A23" wp14:editId="4A299635">
            <wp:simplePos x="0" y="0"/>
            <wp:positionH relativeFrom="column">
              <wp:posOffset>262255</wp:posOffset>
            </wp:positionH>
            <wp:positionV relativeFrom="paragraph">
              <wp:posOffset>5157470</wp:posOffset>
            </wp:positionV>
            <wp:extent cx="638175" cy="636270"/>
            <wp:effectExtent l="0" t="0" r="9525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17632" behindDoc="1" locked="0" layoutInCell="1" allowOverlap="1" wp14:anchorId="387452C2" wp14:editId="6197BEB5">
            <wp:simplePos x="0" y="0"/>
            <wp:positionH relativeFrom="column">
              <wp:posOffset>-213995</wp:posOffset>
            </wp:positionH>
            <wp:positionV relativeFrom="paragraph">
              <wp:posOffset>4814570</wp:posOffset>
            </wp:positionV>
            <wp:extent cx="638175" cy="636270"/>
            <wp:effectExtent l="0" t="0" r="952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05344" behindDoc="1" locked="0" layoutInCell="1" allowOverlap="1" wp14:anchorId="157C049E" wp14:editId="51C9D33A">
            <wp:simplePos x="0" y="0"/>
            <wp:positionH relativeFrom="column">
              <wp:posOffset>5434330</wp:posOffset>
            </wp:positionH>
            <wp:positionV relativeFrom="paragraph">
              <wp:posOffset>3128645</wp:posOffset>
            </wp:positionV>
            <wp:extent cx="638175" cy="636270"/>
            <wp:effectExtent l="0" t="0" r="9525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07392" behindDoc="1" locked="0" layoutInCell="1" allowOverlap="1" wp14:anchorId="46B929E4" wp14:editId="4888F727">
            <wp:simplePos x="0" y="0"/>
            <wp:positionH relativeFrom="column">
              <wp:posOffset>4977130</wp:posOffset>
            </wp:positionH>
            <wp:positionV relativeFrom="paragraph">
              <wp:posOffset>3090545</wp:posOffset>
            </wp:positionV>
            <wp:extent cx="638175" cy="636270"/>
            <wp:effectExtent l="0" t="0" r="9525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97152" behindDoc="1" locked="0" layoutInCell="1" allowOverlap="1" wp14:anchorId="497E7F84" wp14:editId="14EEB775">
            <wp:simplePos x="0" y="0"/>
            <wp:positionH relativeFrom="column">
              <wp:posOffset>5329555</wp:posOffset>
            </wp:positionH>
            <wp:positionV relativeFrom="paragraph">
              <wp:posOffset>2654300</wp:posOffset>
            </wp:positionV>
            <wp:extent cx="638175" cy="636270"/>
            <wp:effectExtent l="0" t="0" r="952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99200" behindDoc="1" locked="0" layoutInCell="1" allowOverlap="1" wp14:anchorId="2500C871" wp14:editId="2A164EB9">
            <wp:simplePos x="0" y="0"/>
            <wp:positionH relativeFrom="column">
              <wp:posOffset>4948555</wp:posOffset>
            </wp:positionH>
            <wp:positionV relativeFrom="paragraph">
              <wp:posOffset>2652395</wp:posOffset>
            </wp:positionV>
            <wp:extent cx="638175" cy="636270"/>
            <wp:effectExtent l="0" t="0" r="9525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01248" behindDoc="1" locked="0" layoutInCell="1" allowOverlap="1" wp14:anchorId="34D6E779" wp14:editId="337AE5C0">
            <wp:simplePos x="0" y="0"/>
            <wp:positionH relativeFrom="column">
              <wp:posOffset>5329555</wp:posOffset>
            </wp:positionH>
            <wp:positionV relativeFrom="paragraph">
              <wp:posOffset>2206625</wp:posOffset>
            </wp:positionV>
            <wp:extent cx="638175" cy="636270"/>
            <wp:effectExtent l="0" t="0" r="952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703296" behindDoc="1" locked="0" layoutInCell="1" allowOverlap="1" wp14:anchorId="0CCCB398" wp14:editId="24129494">
            <wp:simplePos x="0" y="0"/>
            <wp:positionH relativeFrom="column">
              <wp:posOffset>4948555</wp:posOffset>
            </wp:positionH>
            <wp:positionV relativeFrom="paragraph">
              <wp:posOffset>2195195</wp:posOffset>
            </wp:positionV>
            <wp:extent cx="638175" cy="636270"/>
            <wp:effectExtent l="0" t="0" r="9525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88960" behindDoc="1" locked="0" layoutInCell="1" allowOverlap="1" wp14:anchorId="77DABABE" wp14:editId="1D3B0815">
            <wp:simplePos x="0" y="0"/>
            <wp:positionH relativeFrom="column">
              <wp:posOffset>2967355</wp:posOffset>
            </wp:positionH>
            <wp:positionV relativeFrom="paragraph">
              <wp:posOffset>3033395</wp:posOffset>
            </wp:positionV>
            <wp:extent cx="638175" cy="636270"/>
            <wp:effectExtent l="0" t="0" r="952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86912" behindDoc="1" locked="0" layoutInCell="1" allowOverlap="1" wp14:anchorId="7CB1C73F" wp14:editId="4B35AFE0">
            <wp:simplePos x="0" y="0"/>
            <wp:positionH relativeFrom="column">
              <wp:posOffset>2481580</wp:posOffset>
            </wp:positionH>
            <wp:positionV relativeFrom="paragraph">
              <wp:posOffset>2766695</wp:posOffset>
            </wp:positionV>
            <wp:extent cx="638175" cy="636270"/>
            <wp:effectExtent l="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91008" behindDoc="1" locked="0" layoutInCell="1" allowOverlap="1" wp14:anchorId="65A9051B" wp14:editId="2035C9C2">
            <wp:simplePos x="0" y="0"/>
            <wp:positionH relativeFrom="column">
              <wp:posOffset>2481580</wp:posOffset>
            </wp:positionH>
            <wp:positionV relativeFrom="paragraph">
              <wp:posOffset>2397125</wp:posOffset>
            </wp:positionV>
            <wp:extent cx="638175" cy="636270"/>
            <wp:effectExtent l="0" t="0" r="952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80768" behindDoc="1" locked="0" layoutInCell="1" allowOverlap="1" wp14:anchorId="4A89CF00" wp14:editId="23D6FD55">
            <wp:simplePos x="0" y="0"/>
            <wp:positionH relativeFrom="column">
              <wp:posOffset>367030</wp:posOffset>
            </wp:positionH>
            <wp:positionV relativeFrom="paragraph">
              <wp:posOffset>2395220</wp:posOffset>
            </wp:positionV>
            <wp:extent cx="638175" cy="636270"/>
            <wp:effectExtent l="0" t="0" r="952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84864" behindDoc="1" locked="0" layoutInCell="1" allowOverlap="1" wp14:anchorId="09C1608D" wp14:editId="5AA1BD50">
            <wp:simplePos x="0" y="0"/>
            <wp:positionH relativeFrom="column">
              <wp:posOffset>-80645</wp:posOffset>
            </wp:positionH>
            <wp:positionV relativeFrom="paragraph">
              <wp:posOffset>2654300</wp:posOffset>
            </wp:positionV>
            <wp:extent cx="638175" cy="636270"/>
            <wp:effectExtent l="0" t="0" r="952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82816" behindDoc="1" locked="0" layoutInCell="1" allowOverlap="1" wp14:anchorId="09E899D5" wp14:editId="3B6225D8">
            <wp:simplePos x="0" y="0"/>
            <wp:positionH relativeFrom="column">
              <wp:posOffset>-80645</wp:posOffset>
            </wp:positionH>
            <wp:positionV relativeFrom="paragraph">
              <wp:posOffset>2206625</wp:posOffset>
            </wp:positionV>
            <wp:extent cx="638175" cy="636270"/>
            <wp:effectExtent l="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78720" behindDoc="1" locked="0" layoutInCell="1" allowOverlap="1" wp14:anchorId="3F52A26A" wp14:editId="602D9944">
            <wp:simplePos x="0" y="0"/>
            <wp:positionH relativeFrom="column">
              <wp:posOffset>-585470</wp:posOffset>
            </wp:positionH>
            <wp:positionV relativeFrom="paragraph">
              <wp:posOffset>2454275</wp:posOffset>
            </wp:positionV>
            <wp:extent cx="638175" cy="636270"/>
            <wp:effectExtent l="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93056" behindDoc="1" locked="0" layoutInCell="1" allowOverlap="1" wp14:anchorId="505DC0F6" wp14:editId="37C06F7D">
            <wp:simplePos x="0" y="0"/>
            <wp:positionH relativeFrom="column">
              <wp:posOffset>3119755</wp:posOffset>
            </wp:positionH>
            <wp:positionV relativeFrom="paragraph">
              <wp:posOffset>2454275</wp:posOffset>
            </wp:positionV>
            <wp:extent cx="638175" cy="636270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95104" behindDoc="1" locked="0" layoutInCell="1" allowOverlap="1" wp14:anchorId="6C81EB3E" wp14:editId="4F2AABC0">
            <wp:simplePos x="0" y="0"/>
            <wp:positionH relativeFrom="column">
              <wp:posOffset>2834005</wp:posOffset>
            </wp:positionH>
            <wp:positionV relativeFrom="paragraph">
              <wp:posOffset>2206625</wp:posOffset>
            </wp:positionV>
            <wp:extent cx="638175" cy="636270"/>
            <wp:effectExtent l="0" t="0" r="952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72576" behindDoc="1" locked="0" layoutInCell="1" allowOverlap="1" wp14:anchorId="4152E72D" wp14:editId="247B7327">
            <wp:simplePos x="0" y="0"/>
            <wp:positionH relativeFrom="column">
              <wp:posOffset>-271145</wp:posOffset>
            </wp:positionH>
            <wp:positionV relativeFrom="paragraph">
              <wp:posOffset>118745</wp:posOffset>
            </wp:positionV>
            <wp:extent cx="638175" cy="636270"/>
            <wp:effectExtent l="0" t="0" r="952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76672" behindDoc="1" locked="0" layoutInCell="1" allowOverlap="1" wp14:anchorId="554962D0" wp14:editId="7B609B47">
            <wp:simplePos x="0" y="0"/>
            <wp:positionH relativeFrom="column">
              <wp:posOffset>2586355</wp:posOffset>
            </wp:positionH>
            <wp:positionV relativeFrom="paragraph">
              <wp:posOffset>577850</wp:posOffset>
            </wp:positionV>
            <wp:extent cx="638175" cy="636270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74624" behindDoc="1" locked="0" layoutInCell="1" allowOverlap="1" wp14:anchorId="4431EB34" wp14:editId="4A18FFD5">
            <wp:simplePos x="0" y="0"/>
            <wp:positionH relativeFrom="column">
              <wp:posOffset>2376805</wp:posOffset>
            </wp:positionH>
            <wp:positionV relativeFrom="paragraph">
              <wp:posOffset>90170</wp:posOffset>
            </wp:positionV>
            <wp:extent cx="638175" cy="636270"/>
            <wp:effectExtent l="0" t="0" r="952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68480" behindDoc="1" locked="0" layoutInCell="1" allowOverlap="1" wp14:anchorId="3C1B7555" wp14:editId="04710763">
            <wp:simplePos x="0" y="0"/>
            <wp:positionH relativeFrom="column">
              <wp:posOffset>5224780</wp:posOffset>
            </wp:positionH>
            <wp:positionV relativeFrom="paragraph">
              <wp:posOffset>577215</wp:posOffset>
            </wp:positionV>
            <wp:extent cx="638175" cy="636270"/>
            <wp:effectExtent l="0" t="0" r="952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64384" behindDoc="1" locked="0" layoutInCell="1" allowOverlap="1" wp14:anchorId="7F351BB5" wp14:editId="3374D82E">
            <wp:simplePos x="0" y="0"/>
            <wp:positionH relativeFrom="column">
              <wp:posOffset>4975225</wp:posOffset>
            </wp:positionH>
            <wp:positionV relativeFrom="paragraph">
              <wp:posOffset>119380</wp:posOffset>
            </wp:positionV>
            <wp:extent cx="610870" cy="6096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146" w:rsidRPr="001A1146">
        <w:rPr>
          <w:sz w:val="96"/>
          <w:szCs w:val="96"/>
        </w:rPr>
        <w:drawing>
          <wp:anchor distT="0" distB="0" distL="114300" distR="114300" simplePos="0" relativeHeight="251662336" behindDoc="1" locked="0" layoutInCell="1" allowOverlap="1" wp14:anchorId="24962611" wp14:editId="2F3F2D59">
            <wp:simplePos x="0" y="0"/>
            <wp:positionH relativeFrom="column">
              <wp:posOffset>5501005</wp:posOffset>
            </wp:positionH>
            <wp:positionV relativeFrom="paragraph">
              <wp:posOffset>119380</wp:posOffset>
            </wp:positionV>
            <wp:extent cx="610870" cy="6096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1146" w:rsidRPr="001A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46"/>
    <w:rsid w:val="0013656C"/>
    <w:rsid w:val="001A1146"/>
    <w:rsid w:val="0038516C"/>
    <w:rsid w:val="004B7CB3"/>
    <w:rsid w:val="006B3802"/>
    <w:rsid w:val="008C6A5E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A1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A1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A1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A1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EB88D-7B2E-40A5-A933-F9A9662F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7FCC6419.dotm</Template>
  <TotalTime>13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2019-07-15T11:26:00Z</dcterms:created>
  <dcterms:modified xsi:type="dcterms:W3CDTF">2019-07-15T11:40:00Z</dcterms:modified>
</cp:coreProperties>
</file>